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F2E" w:rsidRPr="00EF65CD" w:rsidRDefault="005B4F2E" w:rsidP="00EF65CD">
      <w:pPr>
        <w:spacing w:after="0" w:line="240" w:lineRule="auto"/>
        <w:rPr>
          <w:sz w:val="20"/>
          <w:szCs w:val="20"/>
        </w:rPr>
      </w:pPr>
      <w:r w:rsidRPr="00EF65CD">
        <w:rPr>
          <w:sz w:val="20"/>
          <w:szCs w:val="20"/>
        </w:rPr>
        <w:t>Calendar</w:t>
      </w:r>
    </w:p>
    <w:p w:rsidR="005B4F2E" w:rsidRPr="00EF65CD" w:rsidRDefault="005B4F2E" w:rsidP="00EF65CD">
      <w:pPr>
        <w:spacing w:after="0" w:line="240" w:lineRule="auto"/>
        <w:rPr>
          <w:sz w:val="20"/>
          <w:szCs w:val="20"/>
        </w:rPr>
      </w:pPr>
    </w:p>
    <w:p w:rsidR="005B4F2E" w:rsidRDefault="005B4F2E" w:rsidP="00EF65CD">
      <w:pPr>
        <w:spacing w:after="0" w:line="240" w:lineRule="auto"/>
        <w:rPr>
          <w:sz w:val="20"/>
          <w:szCs w:val="20"/>
        </w:rPr>
      </w:pPr>
      <w:r w:rsidRPr="00EF65CD">
        <w:rPr>
          <w:sz w:val="20"/>
          <w:szCs w:val="20"/>
        </w:rPr>
        <w:t>Days, details</w:t>
      </w:r>
    </w:p>
    <w:p w:rsidR="005B4F2E" w:rsidRPr="00EF65CD" w:rsidRDefault="005B4F2E" w:rsidP="00EF65C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Also known as the Georgian Calendar</w:t>
      </w:r>
    </w:p>
    <w:p w:rsidR="005B4F2E" w:rsidRPr="00503245" w:rsidRDefault="005B4F2E" w:rsidP="00EF65CD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5B4F2E" w:rsidRPr="00503245" w:rsidRDefault="005B4F2E" w:rsidP="00EF65CD">
      <w:pPr>
        <w:spacing w:after="0" w:line="240" w:lineRule="auto"/>
        <w:rPr>
          <w:sz w:val="20"/>
          <w:szCs w:val="20"/>
        </w:rPr>
      </w:pPr>
      <w:r w:rsidRPr="00503245">
        <w:rPr>
          <w:sz w:val="20"/>
          <w:szCs w:val="20"/>
        </w:rPr>
        <w:t xml:space="preserve">Introduced by </w:t>
      </w:r>
      <w:r>
        <w:rPr>
          <w:sz w:val="20"/>
          <w:szCs w:val="20"/>
        </w:rPr>
        <w:t xml:space="preserve">Pope Gregory </w:t>
      </w:r>
      <w:r w:rsidRPr="00503245">
        <w:rPr>
          <w:sz w:val="20"/>
          <w:szCs w:val="20"/>
        </w:rPr>
        <w:t>in 1582 to correct the drift of the existing calendar away from the annual seasons of summer, winter, spring etc.</w:t>
      </w:r>
    </w:p>
    <w:p w:rsidR="005B4F2E" w:rsidRPr="00503245" w:rsidRDefault="005B4F2E" w:rsidP="00EF65CD">
      <w:pPr>
        <w:spacing w:after="0" w:line="240" w:lineRule="auto"/>
        <w:rPr>
          <w:sz w:val="20"/>
          <w:szCs w:val="20"/>
        </w:rPr>
      </w:pPr>
    </w:p>
    <w:p w:rsidR="005B4F2E" w:rsidRDefault="005B4F2E" w:rsidP="00EF65CD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5B4F2E" w:rsidRDefault="005B4F2E" w:rsidP="00EF65CD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5B4F2E" w:rsidRPr="00EF65CD" w:rsidRDefault="005B4F2E" w:rsidP="00EF65CD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5B4F2E" w:rsidRPr="00EF65CD" w:rsidRDefault="005B4F2E" w:rsidP="00EF65CD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F65CD">
        <w:rPr>
          <w:rFonts w:ascii="Courier New" w:hAnsi="Courier New" w:cs="Courier New"/>
          <w:sz w:val="16"/>
          <w:szCs w:val="16"/>
        </w:rPr>
        <w:tab/>
      </w:r>
      <w:r w:rsidRPr="00EF65CD">
        <w:rPr>
          <w:rFonts w:ascii="Courier New" w:hAnsi="Courier New" w:cs="Courier New"/>
          <w:sz w:val="16"/>
          <w:szCs w:val="16"/>
        </w:rPr>
        <w:tab/>
      </w:r>
      <w:r w:rsidRPr="00EF65CD">
        <w:rPr>
          <w:rFonts w:ascii="Courier New" w:hAnsi="Courier New" w:cs="Courier New"/>
          <w:sz w:val="16"/>
          <w:szCs w:val="16"/>
        </w:rPr>
        <w:tab/>
      </w:r>
      <w:r w:rsidRPr="00EF65CD">
        <w:rPr>
          <w:rFonts w:ascii="Courier New" w:hAnsi="Courier New" w:cs="Courier New"/>
          <w:sz w:val="16"/>
          <w:szCs w:val="16"/>
        </w:rPr>
        <w:tab/>
      </w:r>
      <w:r w:rsidRPr="00EF65CD">
        <w:rPr>
          <w:rFonts w:ascii="Courier New" w:hAnsi="Courier New" w:cs="Courier New"/>
          <w:sz w:val="16"/>
          <w:szCs w:val="16"/>
        </w:rPr>
        <w:tab/>
      </w:r>
      <w:r w:rsidRPr="00EF65CD"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  <w:t>End of</w:t>
      </w: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 w:rsidRPr="00EF65CD">
        <w:rPr>
          <w:rFonts w:ascii="Courier New" w:hAnsi="Courier New" w:cs="Courier New"/>
          <w:sz w:val="16"/>
          <w:szCs w:val="16"/>
        </w:rPr>
        <w:tab/>
      </w:r>
      <w:r w:rsidRPr="00EF65CD">
        <w:rPr>
          <w:rFonts w:ascii="Courier New" w:hAnsi="Courier New" w:cs="Courier New"/>
          <w:sz w:val="16"/>
          <w:szCs w:val="16"/>
        </w:rPr>
        <w:tab/>
      </w:r>
      <w:r w:rsidRPr="00EF65CD">
        <w:rPr>
          <w:rFonts w:ascii="Courier New" w:hAnsi="Courier New" w:cs="Courier New"/>
          <w:sz w:val="16"/>
          <w:szCs w:val="16"/>
        </w:rPr>
        <w:tab/>
      </w:r>
      <w:r w:rsidRPr="00EF65CD"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 xml:space="preserve">     </w:t>
      </w:r>
      <w:r w:rsidRPr="00EF65CD">
        <w:rPr>
          <w:rFonts w:ascii="Courier New" w:hAnsi="Courier New" w:cs="Courier New"/>
          <w:sz w:val="16"/>
          <w:szCs w:val="16"/>
        </w:rPr>
        <w:t>Christmas</w:t>
      </w:r>
    </w:p>
    <w:p w:rsidR="005B4F2E" w:rsidRDefault="005B4F2E" w:rsidP="00EF65CD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ab/>
        <w:t xml:space="preserve">Financial </w:t>
      </w:r>
    </w:p>
    <w:p w:rsidR="005B4F2E" w:rsidRDefault="005B4F2E" w:rsidP="008F0645">
      <w:pPr>
        <w:spacing w:after="0" w:line="240" w:lineRule="auto"/>
        <w:ind w:left="4320" w:firstLine="72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Year</w:t>
      </w:r>
    </w:p>
    <w:p w:rsidR="005B4F2E" w:rsidRDefault="005B4F2E" w:rsidP="008F0645">
      <w:pPr>
        <w:spacing w:after="0" w:line="240" w:lineRule="auto"/>
        <w:ind w:left="4320" w:firstLine="720"/>
        <w:rPr>
          <w:rFonts w:ascii="Courier New" w:hAnsi="Courier New" w:cs="Courier New"/>
          <w:sz w:val="16"/>
          <w:szCs w:val="16"/>
        </w:rPr>
      </w:pPr>
    </w:p>
    <w:p w:rsidR="005B4F2E" w:rsidRPr="00EF65CD" w:rsidRDefault="005B4F2E" w:rsidP="00EF65CD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5B4F2E" w:rsidRPr="00EF65CD" w:rsidRDefault="005B4F2E" w:rsidP="00EF65CD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F65CD">
        <w:rPr>
          <w:rFonts w:ascii="Courier New" w:hAnsi="Courier New" w:cs="Courier New"/>
          <w:sz w:val="16"/>
          <w:szCs w:val="16"/>
        </w:rPr>
        <w:t>January</w:t>
      </w:r>
      <w:r>
        <w:rPr>
          <w:rFonts w:ascii="Courier New" w:hAnsi="Courier New" w:cs="Courier New"/>
          <w:sz w:val="16"/>
          <w:szCs w:val="16"/>
        </w:rPr>
        <w:t xml:space="preserve">  February  March    April    </w:t>
      </w:r>
      <w:r w:rsidRPr="00EF65CD">
        <w:rPr>
          <w:rFonts w:ascii="Courier New" w:hAnsi="Courier New" w:cs="Courier New"/>
          <w:sz w:val="16"/>
          <w:szCs w:val="16"/>
        </w:rPr>
        <w:t>May</w:t>
      </w:r>
      <w:r>
        <w:rPr>
          <w:rFonts w:ascii="Courier New" w:hAnsi="Courier New" w:cs="Courier New"/>
          <w:sz w:val="16"/>
          <w:szCs w:val="16"/>
        </w:rPr>
        <w:t xml:space="preserve">      </w:t>
      </w:r>
      <w:r w:rsidRPr="00EF65CD">
        <w:rPr>
          <w:rFonts w:ascii="Courier New" w:hAnsi="Courier New" w:cs="Courier New"/>
          <w:sz w:val="16"/>
          <w:szCs w:val="16"/>
        </w:rPr>
        <w:t>June</w:t>
      </w:r>
      <w:r>
        <w:rPr>
          <w:rFonts w:ascii="Courier New" w:hAnsi="Courier New" w:cs="Courier New"/>
          <w:sz w:val="16"/>
          <w:szCs w:val="16"/>
        </w:rPr>
        <w:t xml:space="preserve">     </w:t>
      </w:r>
      <w:r w:rsidRPr="00EF65CD">
        <w:rPr>
          <w:rFonts w:ascii="Courier New" w:hAnsi="Courier New" w:cs="Courier New"/>
          <w:sz w:val="16"/>
          <w:szCs w:val="16"/>
        </w:rPr>
        <w:t>July</w:t>
      </w:r>
      <w:r>
        <w:rPr>
          <w:rFonts w:ascii="Courier New" w:hAnsi="Courier New" w:cs="Courier New"/>
          <w:sz w:val="16"/>
          <w:szCs w:val="16"/>
        </w:rPr>
        <w:t xml:space="preserve">     August   September  October  November  </w:t>
      </w:r>
      <w:r w:rsidRPr="00EF65CD">
        <w:rPr>
          <w:rFonts w:ascii="Courier New" w:hAnsi="Courier New" w:cs="Courier New"/>
          <w:sz w:val="16"/>
          <w:szCs w:val="16"/>
        </w:rPr>
        <w:t>December</w:t>
      </w:r>
    </w:p>
    <w:p w:rsidR="005B4F2E" w:rsidRDefault="005B4F2E" w:rsidP="00EF65CD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5B4F2E" w:rsidRPr="00EF65CD" w:rsidRDefault="005B4F2E" w:rsidP="00EF65CD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31 days  </w:t>
      </w:r>
      <w:r w:rsidRPr="00EF65CD">
        <w:rPr>
          <w:rFonts w:ascii="Courier New" w:hAnsi="Courier New" w:cs="Courier New"/>
          <w:sz w:val="16"/>
          <w:szCs w:val="16"/>
        </w:rPr>
        <w:t xml:space="preserve">28 days   31 days  30 days  31 days  30 days  31 days  31 days  30 days    31 days  30 days  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EF65CD">
        <w:rPr>
          <w:rFonts w:ascii="Courier New" w:hAnsi="Courier New" w:cs="Courier New"/>
          <w:sz w:val="16"/>
          <w:szCs w:val="16"/>
        </w:rPr>
        <w:t xml:space="preserve">31 days  </w:t>
      </w:r>
    </w:p>
    <w:p w:rsidR="005B4F2E" w:rsidRPr="00EF65CD" w:rsidRDefault="005B4F2E" w:rsidP="00EF65CD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</w:t>
      </w:r>
      <w:r w:rsidRPr="00EF65CD">
        <w:rPr>
          <w:rFonts w:ascii="Courier New" w:hAnsi="Courier New" w:cs="Courier New"/>
          <w:sz w:val="16"/>
          <w:szCs w:val="16"/>
        </w:rPr>
        <w:t>29 in a</w:t>
      </w:r>
    </w:p>
    <w:p w:rsidR="005B4F2E" w:rsidRPr="00EF65CD" w:rsidRDefault="005B4F2E" w:rsidP="00EF65CD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F65CD">
        <w:rPr>
          <w:rFonts w:ascii="Courier New" w:hAnsi="Courier New" w:cs="Courier New"/>
          <w:sz w:val="16"/>
          <w:szCs w:val="16"/>
        </w:rPr>
        <w:t xml:space="preserve">         leap year</w:t>
      </w:r>
    </w:p>
    <w:p w:rsidR="005B4F2E" w:rsidRDefault="005B4F2E" w:rsidP="00EF65CD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5B4F2E" w:rsidRPr="00EF65CD" w:rsidRDefault="005B4F2E" w:rsidP="00EF65CD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5B4F2E" w:rsidRDefault="005B4F2E" w:rsidP="00EF65CD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5B4F2E" w:rsidRDefault="005B4F2E" w:rsidP="00EF65CD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1 year</w:t>
      </w:r>
    </w:p>
    <w:p w:rsidR="005B4F2E" w:rsidRDefault="005B4F2E" w:rsidP="00EF65CD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5B4F2E" w:rsidRDefault="005B4F2E" w:rsidP="00EF65CD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365 days in total</w:t>
      </w:r>
    </w:p>
    <w:p w:rsidR="005B4F2E" w:rsidRDefault="005B4F2E" w:rsidP="00EF65CD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366 days in a leap year</w:t>
      </w:r>
    </w:p>
    <w:p w:rsidR="005B4F2E" w:rsidRDefault="005B4F2E" w:rsidP="00EF65CD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5B4F2E" w:rsidRDefault="005B4F2E" w:rsidP="008F0645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5B4F2E" w:rsidRDefault="005B4F2E" w:rsidP="008F0645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It is a leap year approximately </w:t>
      </w:r>
    </w:p>
    <w:p w:rsidR="005B4F2E" w:rsidRDefault="005B4F2E" w:rsidP="008F0645">
      <w:pPr>
        <w:spacing w:after="0" w:line="240" w:lineRule="auto"/>
        <w:ind w:firstLine="72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once every 4 years</w:t>
      </w:r>
    </w:p>
    <w:p w:rsidR="005B4F2E" w:rsidRDefault="005B4F2E" w:rsidP="00EF65CD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5B4F2E" w:rsidRDefault="005B4F2E" w:rsidP="00EF65CD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5B4F2E" w:rsidRDefault="005B4F2E" w:rsidP="00EF65CD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5B4F2E" w:rsidRDefault="005B4F2E" w:rsidP="00EF65CD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5B4F2E" w:rsidRPr="00EF65CD" w:rsidRDefault="005B4F2E" w:rsidP="00EF65CD">
      <w:pPr>
        <w:spacing w:after="0" w:line="240" w:lineRule="auto"/>
        <w:rPr>
          <w:rFonts w:ascii="Courier New" w:hAnsi="Courier New" w:cs="Courier New"/>
          <w:i/>
          <w:i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Seasons </w:t>
      </w:r>
      <w:r>
        <w:rPr>
          <w:rFonts w:ascii="Courier New" w:hAnsi="Courier New" w:cs="Courier New"/>
          <w:i/>
          <w:iCs/>
          <w:sz w:val="18"/>
          <w:szCs w:val="18"/>
        </w:rPr>
        <w:t>(</w:t>
      </w:r>
      <w:r w:rsidRPr="00EF65CD">
        <w:rPr>
          <w:rFonts w:ascii="Courier New" w:hAnsi="Courier New" w:cs="Courier New"/>
          <w:i/>
          <w:iCs/>
          <w:sz w:val="18"/>
          <w:szCs w:val="18"/>
        </w:rPr>
        <w:t>southern hemisphere</w:t>
      </w:r>
      <w:r>
        <w:rPr>
          <w:rFonts w:ascii="Courier New" w:hAnsi="Courier New" w:cs="Courier New"/>
          <w:i/>
          <w:iCs/>
          <w:sz w:val="18"/>
          <w:szCs w:val="18"/>
        </w:rPr>
        <w:t>)</w:t>
      </w:r>
    </w:p>
    <w:p w:rsidR="005B4F2E" w:rsidRDefault="005B4F2E" w:rsidP="00EF65CD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5B4F2E" w:rsidRPr="00EF65CD" w:rsidRDefault="005B4F2E" w:rsidP="00EF65CD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5B4F2E" w:rsidRPr="00EF65CD" w:rsidRDefault="005B4F2E" w:rsidP="00EF65CD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EF65CD">
        <w:rPr>
          <w:rFonts w:ascii="Courier New" w:hAnsi="Courier New" w:cs="Courier New"/>
          <w:sz w:val="18"/>
          <w:szCs w:val="18"/>
        </w:rPr>
        <w:t>Summer</w:t>
      </w:r>
      <w:r w:rsidRPr="00EF65CD">
        <w:rPr>
          <w:rFonts w:ascii="Courier New" w:hAnsi="Courier New" w:cs="Courier New"/>
          <w:sz w:val="18"/>
          <w:szCs w:val="18"/>
        </w:rPr>
        <w:tab/>
      </w:r>
      <w:r w:rsidRPr="00EF65CD">
        <w:rPr>
          <w:rFonts w:ascii="Courier New" w:hAnsi="Courier New" w:cs="Courier New"/>
          <w:sz w:val="18"/>
          <w:szCs w:val="18"/>
        </w:rPr>
        <w:tab/>
        <w:t xml:space="preserve">    Autumn</w:t>
      </w:r>
      <w:r w:rsidRPr="00EF65CD">
        <w:rPr>
          <w:rFonts w:ascii="Courier New" w:hAnsi="Courier New" w:cs="Courier New"/>
          <w:sz w:val="18"/>
          <w:szCs w:val="18"/>
        </w:rPr>
        <w:tab/>
      </w:r>
      <w:r w:rsidRPr="00EF65CD">
        <w:rPr>
          <w:rFonts w:ascii="Courier New" w:hAnsi="Courier New" w:cs="Courier New"/>
          <w:sz w:val="18"/>
          <w:szCs w:val="18"/>
        </w:rPr>
        <w:tab/>
        <w:t xml:space="preserve">       Winter                    Spring</w:t>
      </w:r>
      <w:r w:rsidRPr="00EF65CD"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/>
          <w:sz w:val="18"/>
          <w:szCs w:val="18"/>
        </w:rPr>
        <w:tab/>
      </w:r>
      <w:r w:rsidRPr="00EF65CD">
        <w:rPr>
          <w:rFonts w:ascii="Courier New" w:hAnsi="Courier New" w:cs="Courier New"/>
          <w:sz w:val="18"/>
          <w:szCs w:val="18"/>
        </w:rPr>
        <w:t>Summer</w:t>
      </w:r>
      <w:r w:rsidRPr="00EF65CD">
        <w:rPr>
          <w:rFonts w:ascii="Courier New" w:hAnsi="Courier New" w:cs="Courier New"/>
          <w:sz w:val="18"/>
          <w:szCs w:val="18"/>
        </w:rPr>
        <w:tab/>
      </w:r>
    </w:p>
    <w:p w:rsidR="005B4F2E" w:rsidRPr="00EF65CD" w:rsidRDefault="005B4F2E" w:rsidP="00EF65CD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5B4F2E" w:rsidRPr="00EF65CD" w:rsidRDefault="005B4F2E" w:rsidP="00EF65CD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5B4F2E" w:rsidRPr="00EF65CD" w:rsidRDefault="005B4F2E" w:rsidP="00EF65CD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EF65CD">
        <w:rPr>
          <w:rFonts w:ascii="Courier New" w:hAnsi="Courier New" w:cs="Courier New"/>
          <w:sz w:val="18"/>
          <w:szCs w:val="18"/>
        </w:rPr>
        <w:t>Hot Weather</w:t>
      </w:r>
      <w:r w:rsidRPr="00EF65CD">
        <w:rPr>
          <w:rFonts w:ascii="Courier New" w:hAnsi="Courier New" w:cs="Courier New"/>
          <w:sz w:val="18"/>
          <w:szCs w:val="18"/>
        </w:rPr>
        <w:tab/>
      </w:r>
      <w:r w:rsidRPr="00EF65CD">
        <w:rPr>
          <w:rFonts w:ascii="Courier New" w:hAnsi="Courier New" w:cs="Courier New"/>
          <w:sz w:val="18"/>
          <w:szCs w:val="18"/>
        </w:rPr>
        <w:tab/>
      </w:r>
      <w:r w:rsidRPr="00EF65CD">
        <w:rPr>
          <w:rFonts w:ascii="Courier New" w:hAnsi="Courier New" w:cs="Courier New"/>
          <w:sz w:val="18"/>
          <w:szCs w:val="18"/>
        </w:rPr>
        <w:tab/>
      </w:r>
      <w:r w:rsidRPr="00EF65CD">
        <w:rPr>
          <w:rFonts w:ascii="Courier New" w:hAnsi="Courier New" w:cs="Courier New"/>
          <w:sz w:val="18"/>
          <w:szCs w:val="18"/>
        </w:rPr>
        <w:tab/>
        <w:t xml:space="preserve">   Cold weather</w:t>
      </w:r>
    </w:p>
    <w:p w:rsidR="005B4F2E" w:rsidRDefault="005B4F2E"/>
    <w:sectPr w:rsidR="005B4F2E" w:rsidSect="00EF65CD">
      <w:pgSz w:w="12240" w:h="15840"/>
      <w:pgMar w:top="720" w:right="432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rawingGridHorizontalSpacing w:val="110"/>
  <w:displayHorizont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65CD"/>
    <w:rsid w:val="00364D63"/>
    <w:rsid w:val="00470495"/>
    <w:rsid w:val="00503245"/>
    <w:rsid w:val="005B4F2E"/>
    <w:rsid w:val="007C726B"/>
    <w:rsid w:val="008F0645"/>
    <w:rsid w:val="0093254C"/>
    <w:rsid w:val="00BA0E64"/>
    <w:rsid w:val="00C53C5E"/>
    <w:rsid w:val="00EF6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C5E"/>
    <w:pPr>
      <w:spacing w:after="200" w:line="276" w:lineRule="auto"/>
    </w:pPr>
    <w:rPr>
      <w:rFonts w:cs="Calibri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115</Words>
  <Characters>660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Calendar</dc:title>
  <dc:subject/>
  <dc:creator>iCafe</dc:creator>
  <cp:keywords/>
  <dc:description/>
  <cp:lastModifiedBy>CoM</cp:lastModifiedBy>
  <cp:revision>2</cp:revision>
  <dcterms:created xsi:type="dcterms:W3CDTF">2011-02-28T21:43:00Z</dcterms:created>
  <dcterms:modified xsi:type="dcterms:W3CDTF">2011-02-28T21:43:00Z</dcterms:modified>
</cp:coreProperties>
</file>